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880E564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E00148">
        <w:rPr>
          <w:rFonts w:ascii="Corbel" w:hAnsi="Corbel"/>
          <w:b/>
          <w:smallCaps/>
          <w:sz w:val="24"/>
          <w:szCs w:val="24"/>
        </w:rPr>
        <w:t>1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E00148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60E7916E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E00148">
        <w:rPr>
          <w:rFonts w:ascii="Corbel" w:hAnsi="Corbel"/>
          <w:sz w:val="24"/>
          <w:szCs w:val="24"/>
        </w:rPr>
        <w:t>2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E00148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730F4E20" w14:textId="77777777" w:rsidR="00612921" w:rsidRPr="00EE525A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290C09FE" w:rsidR="0085747A" w:rsidRPr="00EE525A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6F786D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0F2B9B2" w14:textId="7C118B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Krasodomska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Difin,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 2017.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48B2E" w14:textId="654D9919" w:rsidR="00AF5927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Piskalski G., Społeczna odpowiedzialność biznesu w polskich realiach: teoria i praktyka: Raport z monitoringu społecznej odpowiedzialności największych polskich firm, Fundacja Centrum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CSR.PL, Warszawa 2015.</w:t>
            </w:r>
          </w:p>
          <w:p w14:paraId="1F17CF12" w14:textId="3C5F1488" w:rsidR="0085747A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Waliszewski K., Społeczna odpowiedzialność biznesu jako instrument budowania reputacji i zaufania do instytucji finansowych, CeDeWu, Warszawa 2020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8DDD" w14:textId="77777777" w:rsidR="003F66ED" w:rsidRDefault="003F66ED" w:rsidP="00C16ABF">
      <w:pPr>
        <w:spacing w:after="0" w:line="240" w:lineRule="auto"/>
      </w:pPr>
      <w:r>
        <w:separator/>
      </w:r>
    </w:p>
  </w:endnote>
  <w:endnote w:type="continuationSeparator" w:id="0">
    <w:p w14:paraId="3EBF23C6" w14:textId="77777777" w:rsidR="003F66ED" w:rsidRDefault="003F66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10B5D" w14:textId="77777777" w:rsidR="003F66ED" w:rsidRDefault="003F66ED" w:rsidP="00C16ABF">
      <w:pPr>
        <w:spacing w:after="0" w:line="240" w:lineRule="auto"/>
      </w:pPr>
      <w:r>
        <w:separator/>
      </w:r>
    </w:p>
  </w:footnote>
  <w:footnote w:type="continuationSeparator" w:id="0">
    <w:p w14:paraId="77479C50" w14:textId="77777777" w:rsidR="003F66ED" w:rsidRDefault="003F66E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2020-11-02T16:51:00Z</dcterms:created>
  <dcterms:modified xsi:type="dcterms:W3CDTF">2021-11-03T19:56:00Z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